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df" ContentType="application/pdf"/>
  <Default Extension="jpeg" ContentType="image/jpeg"/>
  <Default Extension="png" ContentType="image/png"/>
  <Default Extension="jpg" ContentType="image/jpe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E8D91" w14:textId="77777777" w:rsidR="005F01C0" w:rsidRDefault="009E5BE3">
      <w:r>
        <w:t>This is an example of an R document that contains R code.  We start with some simple simulation.</w:t>
      </w:r>
    </w:p>
    <w:p w14:paraId="6049BDC7" w14:textId="77777777" w:rsidR="009E5BE3" w:rsidRDefault="009E5BE3" w:rsidP="00597BBD">
      <w:pPr>
        <w:pStyle w:val="Rcodenooutput"/>
      </w:pPr>
      <w:proofErr w:type="gramStart"/>
      <w:r>
        <w:t>x</w:t>
      </w:r>
      <w:proofErr w:type="gramEnd"/>
      <w:r>
        <w:t xml:space="preserve"> &lt;- </w:t>
      </w:r>
      <w:proofErr w:type="spellStart"/>
      <w:r>
        <w:t>rnorm</w:t>
      </w:r>
      <w:proofErr w:type="spellEnd"/>
      <w:r>
        <w:t>(100)</w:t>
      </w:r>
    </w:p>
    <w:p w14:paraId="08026DCA" w14:textId="77777777" w:rsidR="009E5BE3" w:rsidRDefault="009E5BE3">
      <w:r>
        <w:t>The next step is to create y:</w:t>
      </w:r>
    </w:p>
    <w:p w14:paraId="603A8079" w14:textId="77777777" w:rsidR="009E5BE3" w:rsidRDefault="009E5BE3" w:rsidP="00597BBD">
      <w:pPr>
        <w:pStyle w:val="Rcodenooutput"/>
      </w:pPr>
      <w:r>
        <w:t xml:space="preserve">y = 3 + 15*x + </w:t>
      </w:r>
      <w:proofErr w:type="spellStart"/>
      <w:r>
        <w:t>rno</w:t>
      </w:r>
      <w:bookmarkStart w:id="0" w:name="_GoBack"/>
      <w:bookmarkEnd w:id="0"/>
      <w:r>
        <w:t>rm</w:t>
      </w:r>
      <w:proofErr w:type="spellEnd"/>
      <w:r>
        <w:t>(length(x))</w:t>
      </w:r>
    </w:p>
    <w:p w14:paraId="3F5F9499" w14:textId="77777777" w:rsidR="009E5BE3" w:rsidRDefault="009E5BE3">
      <w:r>
        <w:t>Now let’s compute the correlation</w:t>
      </w:r>
    </w:p>
    <w:p w14:paraId="50D487F9" w14:textId="77777777" w:rsidR="009E5BE3" w:rsidRDefault="009E5BE3" w:rsidP="009E5BE3">
      <w:pPr>
        <w:pStyle w:val="Rcode"/>
      </w:pPr>
      <w:proofErr w:type="spellStart"/>
      <w:proofErr w:type="gramStart"/>
      <w:r>
        <w:t>cor</w:t>
      </w:r>
      <w:proofErr w:type="spellEnd"/>
      <w:proofErr w:type="gramEnd"/>
      <w:r>
        <w:t>(x, y)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[1] 0.9977178</w:t>
      </w:r>
    </w:p>
    <w:p w14:paraId="047145DC" w14:textId="77777777" w:rsidR="009E5BE3" w:rsidRDefault="009E5BE3" w:rsidP="009E5BE3">
      <w:r>
        <w:t>And how about a plot:</w:t>
      </w:r>
    </w:p>
    <w:p w14:paraId="0891B9B4" w14:textId="77777777" w:rsidR="009E5BE3" w:rsidRDefault="009E5BE3" w:rsidP="009E5BE3">
      <w:pPr>
        <w:pStyle w:val="Rplot"/>
      </w:pPr>
      <w:proofErr w:type="gramStart"/>
      <w:r>
        <w:t>plot</w:t>
      </w:r>
      <w:proofErr w:type="gramEnd"/>
      <w:r>
        <w:t>(x, y)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8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14:paraId="598DEB62" w14:textId="77777777" w:rsidR="009E5BE3" w:rsidRDefault="009E5BE3" w:rsidP="009E5BE3">
      <w:r>
        <w:t>And that’s about it.</w:t>
      </w:r>
    </w:p>
    <w:sectPr w:rsidR="009E5BE3" w:rsidSect="003F27C7">
      <w:pgSz w:w="12240" w:h="15840"/>
      <w:pgMar w:top="1440" w:right="1440" w:bottom="1440" w:left="1440" w:header="720" w:footer="720" w:gutter="0"/>
      <w:cols w:space="720"/>
      <w:docGrid w:linePitch="360"/>
    </w:sectPr>
  </w:body>
  <w:p xmlns:w="http://schemas.openxmlformats.org/wordprocessingml/2006/main">
    <w:pPr xmlns:w="http://schemas.openxmlformats.org/wordprocessingml/2006/main">
      <w:pStyle xmlns:w="http://schemas.openxmlformats.org/wordprocessingml/2006/main" w:val="RSessionInfo"/>
    </w:pPr>
    <w:r>
      <w:t xmlns:w="http://schemas.openxmlformats.org/wordprocessingml/2006/main">R version 2.13.1 (2011-07-08)</w:t>
    </w:r>
    <w:r>
      <w:br xmlns:w="http://schemas.openxmlformats.org/wordprocessingml/2006/main"/>
      <w:t xmlns:w="http://schemas.openxmlformats.org/wordprocessingml/2006/main">Platform: x86_64-apple-darwin11.0.0 (64-bit)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locale:</w:t>
    </w:r>
    <w:r>
      <w:br xmlns:w="http://schemas.openxmlformats.org/wordprocessingml/2006/main"/>
      <w:t xmlns:w="http://schemas.openxmlformats.org/wordprocessingml/2006/main">[1] en_US.utf-8/en_US.utf-8/C/C/en_US.utf-8/en_US.utf-8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attached base packages:</w:t>
    </w:r>
    <w:r>
      <w:br xmlns:w="http://schemas.openxmlformats.org/wordprocessingml/2006/main"/>
      <w:t xmlns:w="http://schemas.openxmlformats.org/wordprocessingml/2006/main">[1] stats     graphics  grDevices datasets  utils     methods  </w:t>
    </w:r>
    <w:r>
      <w:br xmlns:w="http://schemas.openxmlformats.org/wordprocessingml/2006/main"/>
      <w:t xmlns:w="http://schemas.openxmlformats.org/wordprocessingml/2006/main">[7] base     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other attached packages:</w:t>
    </w:r>
    <w:r>
      <w:br xmlns:w="http://schemas.openxmlformats.org/wordprocessingml/2006/main"/>
      <w:t xmlns:w="http://schemas.openxmlformats.org/wordprocessingml/2006/main">[1] RWordXML_0.1-0 ROOXML_0.2-0  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loaded via a namespace (and not attached):</w:t>
    </w:r>
    <w:r>
      <w:br xmlns:w="http://schemas.openxmlformats.org/wordprocessingml/2006/main"/>
      <w:t xmlns:w="http://schemas.openxmlformats.org/wordprocessingml/2006/main">[1] Rcompression_0.93-2 XML_3.5-1          </w:t>
    </w:r>
  </w:p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merican Typewriter">
    <w:altName w:val="Century"/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altName w:val="Perpetua"/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AEA7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9C824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FE0C0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9BF44A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F94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8"/>
    <w:multiLevelType w:val="singleLevel"/>
    <w:tmpl w:val="5BD42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E3"/>
    <w:rsid w:val="00020D53"/>
    <w:rsid w:val="000B416B"/>
    <w:rsid w:val="002F71AB"/>
    <w:rsid w:val="003F27C7"/>
    <w:rsid w:val="004023DA"/>
    <w:rsid w:val="00546106"/>
    <w:rsid w:val="00592EA3"/>
    <w:rsid w:val="00597BBD"/>
    <w:rsid w:val="0068787F"/>
    <w:rsid w:val="008267B6"/>
    <w:rsid w:val="009E5BE3"/>
    <w:rsid w:val="00AF4229"/>
    <w:rsid w:val="00CE6290"/>
    <w:rsid w:val="00D85F2F"/>
    <w:rsid w:val="00E349CF"/>
    <w:rsid w:val="00FD68CC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8C5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ptions">
    <w:name w:val="R options"/>
    <w:basedOn w:val="HTMLPreformatted"/>
    <w:qFormat/>
    <w:rsid w:val="0054610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10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106"/>
    <w:rPr>
      <w:rFonts w:ascii="Consolas" w:hAnsi="Consolas"/>
      <w:sz w:val="20"/>
      <w:szCs w:val="20"/>
    </w:rPr>
  </w:style>
  <w:style w:type="paragraph" w:customStyle="1" w:styleId="Routput">
    <w:name w:val="Routput"/>
    <w:basedOn w:val="HTMLPreformatted"/>
    <w:qFormat/>
    <w:rsid w:val="00546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sz w:val="22"/>
    </w:rPr>
  </w:style>
  <w:style w:type="paragraph" w:customStyle="1" w:styleId="Routputnoborder">
    <w:name w:val="R output (no border)"/>
    <w:basedOn w:val="Routput"/>
    <w:autoRedefine/>
    <w:qFormat/>
    <w:rsid w:val="0054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customStyle="1" w:styleId="Routputtable">
    <w:name w:val="R output table"/>
    <w:qFormat/>
    <w:rsid w:val="0054610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6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lotoutput">
    <w:name w:val="R plot output"/>
    <w:basedOn w:val="Routputnoborder"/>
    <w:autoRedefine/>
    <w:qFormat/>
    <w:rsid w:val="0054610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paragraph" w:customStyle="1" w:styleId="Rcode">
    <w:name w:val="Rcode"/>
    <w:basedOn w:val="Normal"/>
    <w:qFormat/>
    <w:rsid w:val="00546106"/>
    <w:pPr>
      <w:spacing w:before="120" w:after="120" w:line="360" w:lineRule="auto"/>
      <w:ind w:left="288"/>
    </w:pPr>
    <w:rPr>
      <w:rFonts w:ascii="American Typewriter" w:hAnsi="American Typewriter"/>
      <w:color w:val="008000"/>
      <w:sz w:val="24"/>
      <w:szCs w:val="24"/>
    </w:rPr>
  </w:style>
  <w:style w:type="character" w:customStyle="1" w:styleId="Rexpr">
    <w:name w:val="Rexpr"/>
    <w:basedOn w:val="DefaultParagraphFont"/>
    <w:rsid w:val="0054610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546106"/>
    <w:rPr>
      <w:rFonts w:ascii="Baskerville" w:hAnsi="Baskerville"/>
      <w:color w:val="3366FF"/>
    </w:rPr>
  </w:style>
  <w:style w:type="paragraph" w:customStyle="1" w:styleId="Rplot">
    <w:name w:val="Rplot"/>
    <w:basedOn w:val="Rcode"/>
    <w:qFormat/>
    <w:rsid w:val="00546106"/>
    <w:rPr>
      <w:i/>
      <w:color w:val="404040" w:themeColor="text1" w:themeTint="BF"/>
    </w:rPr>
  </w:style>
  <w:style w:type="paragraph" w:customStyle="1" w:styleId="RSessionInfo">
    <w:name w:val="R Session Info"/>
    <w:basedOn w:val="Routput"/>
    <w:next w:val="Normal"/>
    <w:qFormat/>
    <w:rsid w:val="00FD68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16"/>
    </w:rPr>
  </w:style>
  <w:style w:type="paragraph" w:customStyle="1" w:styleId="Rcodenooutput">
    <w:name w:val="Rcode (no output)"/>
    <w:basedOn w:val="Rcode"/>
    <w:next w:val="Normal"/>
    <w:qFormat/>
    <w:rsid w:val="002F71A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ptions">
    <w:name w:val="R options"/>
    <w:basedOn w:val="HTMLPreformatted"/>
    <w:qFormat/>
    <w:rsid w:val="0054610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10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106"/>
    <w:rPr>
      <w:rFonts w:ascii="Consolas" w:hAnsi="Consolas"/>
      <w:sz w:val="20"/>
      <w:szCs w:val="20"/>
    </w:rPr>
  </w:style>
  <w:style w:type="paragraph" w:customStyle="1" w:styleId="Routput">
    <w:name w:val="Routput"/>
    <w:basedOn w:val="HTMLPreformatted"/>
    <w:qFormat/>
    <w:rsid w:val="005461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urier New" w:hAnsi="Courier New"/>
      <w:sz w:val="22"/>
    </w:rPr>
  </w:style>
  <w:style w:type="paragraph" w:customStyle="1" w:styleId="Routputnoborder">
    <w:name w:val="R output (no border)"/>
    <w:basedOn w:val="Routput"/>
    <w:autoRedefine/>
    <w:qFormat/>
    <w:rsid w:val="0054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table" w:customStyle="1" w:styleId="Routputtable">
    <w:name w:val="R output table"/>
    <w:qFormat/>
    <w:rsid w:val="00546106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6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lotoutput">
    <w:name w:val="R plot output"/>
    <w:basedOn w:val="Routputnoborder"/>
    <w:autoRedefine/>
    <w:qFormat/>
    <w:rsid w:val="0054610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720"/>
      <w:jc w:val="center"/>
    </w:pPr>
  </w:style>
  <w:style w:type="paragraph" w:customStyle="1" w:styleId="Rcode">
    <w:name w:val="Rcode"/>
    <w:basedOn w:val="Normal"/>
    <w:qFormat/>
    <w:rsid w:val="00546106"/>
    <w:pPr>
      <w:spacing w:before="120" w:after="120" w:line="360" w:lineRule="auto"/>
      <w:ind w:left="288"/>
    </w:pPr>
    <w:rPr>
      <w:rFonts w:ascii="American Typewriter" w:hAnsi="American Typewriter"/>
      <w:color w:val="008000"/>
      <w:sz w:val="24"/>
      <w:szCs w:val="24"/>
    </w:rPr>
  </w:style>
  <w:style w:type="character" w:customStyle="1" w:styleId="Rexpr">
    <w:name w:val="Rexpr"/>
    <w:basedOn w:val="DefaultParagraphFont"/>
    <w:rsid w:val="0054610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546106"/>
    <w:rPr>
      <w:rFonts w:ascii="Baskerville" w:hAnsi="Baskerville"/>
      <w:color w:val="3366FF"/>
    </w:rPr>
  </w:style>
  <w:style w:type="paragraph" w:customStyle="1" w:styleId="Rplot">
    <w:name w:val="Rplot"/>
    <w:basedOn w:val="Rcode"/>
    <w:qFormat/>
    <w:rsid w:val="00546106"/>
    <w:rPr>
      <w:i/>
      <w:color w:val="404040" w:themeColor="text1" w:themeTint="BF"/>
    </w:rPr>
  </w:style>
  <w:style w:type="paragraph" w:customStyle="1" w:styleId="RSessionInfo">
    <w:name w:val="R Session Info"/>
    <w:basedOn w:val="Routput"/>
    <w:next w:val="Normal"/>
    <w:qFormat/>
    <w:rsid w:val="00FD68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16"/>
    </w:rPr>
  </w:style>
  <w:style w:type="paragraph" w:customStyle="1" w:styleId="Rcodenooutput">
    <w:name w:val="Rcode (no output)"/>
    <w:basedOn w:val="Rcode"/>
    <w:next w:val="Normal"/>
    <w:qFormat/>
    <w:rsid w:val="002F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
<Relationships xmlns="http://schemas.openxmlformats.org/package/2006/relationships"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theme" Target="theme/theme1.xml"/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8" Type="http://schemas.openxmlformats.org/officeDocument/2006/relationships/image" Target="media/plot4.pdf"/>
  <Relationship Id="rId9" Type="http://schemas.openxmlformats.org/officeDocument/2006/relationships/image" Target="media/plot4.png"/>
</Relationships>
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ntitled:Users:duncan:Books:XMLTechnologies:Rpackages:RWordXML:inst:WordStyles:RStyle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RStyles.dotm</Template>
  <TotalTime>4</TotalTime>
  <Pages>1</Pages>
  <Words>40</Words>
  <Characters>233</Characters>
  <Application>Microsoft Macintosh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dc:description/>
  <cp:lastModifiedBy>Duncan Temple Lang</cp:lastModifiedBy>
  <cp:revision>3</cp:revision>
  <dcterms:created xsi:type="dcterms:W3CDTF">2011-11-11T00:48:00Z</dcterms:created>
  <dcterms:modified xsi:type="dcterms:W3CDTF">2011-11-12T20:38:00Z</dcterms:modified>
</cp:coreProperties>
</file>

<file path=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E8D91" w14:textId="77777777" w:rsidR="005F01C0" w:rsidRDefault="009E5BE3">
      <w:r>
        <w:t>This is an example of an R document that contains R code.  We start with some simple simulation.</w:t>
      </w:r>
    </w:p>
    <w:p w14:paraId="6049BDC7" w14:textId="77777777" w:rsidR="009E5BE3" w:rsidRDefault="009E5BE3" w:rsidP="00597BBD">
      <w:pPr>
        <w:pStyle w:val="Rcodenooutput"/>
      </w:pPr>
      <w:proofErr w:type="gramStart"/>
      <w:r>
        <w:t>x</w:t>
      </w:r>
      <w:proofErr w:type="gramEnd"/>
      <w:r>
        <w:t xml:space="preserve"> &lt;- </w:t>
      </w:r>
      <w:proofErr w:type="spellStart"/>
      <w:r>
        <w:t>rnorm</w:t>
      </w:r>
      <w:proofErr w:type="spellEnd"/>
      <w:r>
        <w:t>(100)</w:t>
      </w:r>
    </w:p>
    <w:p w14:paraId="08026DCA" w14:textId="77777777" w:rsidR="009E5BE3" w:rsidRDefault="009E5BE3">
      <w:r>
        <w:t>The next step is to create y:</w:t>
      </w:r>
    </w:p>
    <w:p w14:paraId="603A8079" w14:textId="77777777" w:rsidR="009E5BE3" w:rsidRDefault="009E5BE3" w:rsidP="00597BBD">
      <w:pPr>
        <w:pStyle w:val="Rcodenooutput"/>
      </w:pPr>
      <w:r>
        <w:t xml:space="preserve">y = 3 + 15*x + </w:t>
      </w:r>
      <w:proofErr w:type="spellStart"/>
      <w:r>
        <w:t>rno</w:t>
      </w:r>
      <w:bookmarkStart w:id="0" w:name="_GoBack"/>
      <w:bookmarkEnd w:id="0"/>
      <w:r>
        <w:t>rm</w:t>
      </w:r>
      <w:proofErr w:type="spellEnd"/>
      <w:r>
        <w:t>(length(x))</w:t>
      </w:r>
    </w:p>
    <w:p w14:paraId="3F5F9499" w14:textId="77777777" w:rsidR="009E5BE3" w:rsidRDefault="009E5BE3">
      <w:r>
        <w:t>Now let’s compute the correlation</w:t>
      </w:r>
    </w:p>
    <w:p w14:paraId="50D487F9" w14:textId="77777777" w:rsidR="009E5BE3" w:rsidRDefault="009E5BE3" w:rsidP="009E5BE3">
      <w:pPr>
        <w:pStyle w:val="Rcode"/>
      </w:pPr>
      <w:proofErr w:type="spellStart"/>
      <w:proofErr w:type="gramStart"/>
      <w:r>
        <w:t>cor</w:t>
      </w:r>
      <w:proofErr w:type="spellEnd"/>
      <w:proofErr w:type="gramEnd"/>
      <w:r>
        <w:t>(x, y)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[1] 0.9977178</w:t>
      </w:r>
    </w:p>
    <w:p w14:paraId="047145DC" w14:textId="77777777" w:rsidR="009E5BE3" w:rsidRDefault="009E5BE3" w:rsidP="009E5BE3">
      <w:r>
        <w:t>And how about a plot:</w:t>
      </w:r>
    </w:p>
    <w:p w14:paraId="0891B9B4" w14:textId="77777777" w:rsidR="009E5BE3" w:rsidRDefault="009E5BE3" w:rsidP="009E5BE3">
      <w:pPr>
        <w:pStyle w:val="Rplot"/>
      </w:pPr>
      <w:proofErr w:type="gramStart"/>
      <w:r>
        <w:t>plot</w:t>
      </w:r>
      <w:proofErr w:type="gramEnd"/>
      <w:r>
        <w:t>(x, y)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8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9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14:paraId="598DEB62" w14:textId="77777777" w:rsidR="009E5BE3" w:rsidRDefault="009E5BE3" w:rsidP="009E5BE3">
      <w:r>
        <w:t>And that’s about it.</w:t>
      </w:r>
    </w:p>
    <w:sectPr w:rsidR="009E5BE3" w:rsidSect="003F2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