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E8D91" w14:textId="55F827D3" w:rsidR="005F01C0" w:rsidRDefault="009E5BE3">
      <w:r>
        <w:t xml:space="preserve">This is an example of an R document that contains R code.  We start with </w:t>
      </w:r>
      <w:r w:rsidR="00C530DB">
        <w:t xml:space="preserve">a </w:t>
      </w:r>
      <w:r>
        <w:t>simple simulation.</w:t>
      </w:r>
      <w:r w:rsidR="00C530DB">
        <w:t xml:space="preserve">  We generate two variables.  We elect not to show the results of these two computations within the document, just the code.</w:t>
      </w:r>
    </w:p>
    <w:p w14:paraId="6049BDC7" w14:textId="77777777" w:rsidR="009E5BE3" w:rsidRDefault="009E5BE3" w:rsidP="00597BBD">
      <w:pPr>
        <w:pStyle w:val="Rcodenooutput"/>
      </w:pPr>
      <w:proofErr w:type="gramStart"/>
      <w:r>
        <w:t>x</w:t>
      </w:r>
      <w:proofErr w:type="gramEnd"/>
      <w:r>
        <w:t xml:space="preserve"> &lt;- </w:t>
      </w:r>
      <w:proofErr w:type="spellStart"/>
      <w:r>
        <w:t>rnorm</w:t>
      </w:r>
      <w:proofErr w:type="spellEnd"/>
      <w:r>
        <w:t>(100)</w:t>
      </w:r>
    </w:p>
    <w:p w14:paraId="08026DCA" w14:textId="77777777" w:rsidR="009E5BE3" w:rsidRDefault="009E5BE3">
      <w:r>
        <w:t>The next step is to create y:</w:t>
      </w:r>
    </w:p>
    <w:p w14:paraId="603A8079" w14:textId="77777777" w:rsidR="009E5BE3" w:rsidRDefault="009E5BE3" w:rsidP="00597BBD">
      <w:pPr>
        <w:pStyle w:val="Rcodenooutput"/>
      </w:pPr>
      <w:proofErr w:type="gramStart"/>
      <w:r>
        <w:t>y</w:t>
      </w:r>
      <w:proofErr w:type="gramEnd"/>
      <w:r>
        <w:t xml:space="preserve"> = 3 + 15*x + </w:t>
      </w:r>
      <w:proofErr w:type="spellStart"/>
      <w:r>
        <w:t>rnorm</w:t>
      </w:r>
      <w:proofErr w:type="spellEnd"/>
      <w:r>
        <w:t>(length(x))</w:t>
      </w:r>
    </w:p>
    <w:p w14:paraId="3F5F9499" w14:textId="77777777" w:rsidR="009E5BE3" w:rsidRDefault="009E5BE3">
      <w:r>
        <w:t>Now let’s compute the correlation</w:t>
      </w:r>
    </w:p>
    <w:p w14:paraId="50D487F9" w14:textId="77777777" w:rsidR="009E5BE3" w:rsidRDefault="009E5BE3" w:rsidP="009E5BE3">
      <w:pPr>
        <w:pStyle w:val="Rcode"/>
      </w:pPr>
      <w:proofErr w:type="spellStart"/>
      <w:proofErr w:type="gramStart"/>
      <w:r>
        <w:t>cor</w:t>
      </w:r>
      <w:proofErr w:type="spellEnd"/>
      <w:proofErr w:type="gramEnd"/>
      <w:r>
        <w:t>(x, y)</w:t>
      </w:r>
    </w:p>
    <w:p w14:paraId="047145DC" w14:textId="2C1CA897" w:rsidR="009E5BE3" w:rsidRDefault="00C530DB" w:rsidP="009E5BE3">
      <w:r>
        <w:t xml:space="preserve">Note that here we did display the output.  </w:t>
      </w:r>
      <w:r w:rsidR="009E5BE3">
        <w:t>And how about a plot:</w:t>
      </w:r>
    </w:p>
    <w:p w14:paraId="0891B9B4" w14:textId="77777777" w:rsidR="009E5BE3" w:rsidRDefault="009E5BE3" w:rsidP="009E5BE3">
      <w:pPr>
        <w:pStyle w:val="Rplot"/>
      </w:pPr>
      <w:proofErr w:type="gramStart"/>
      <w:r>
        <w:t>plot</w:t>
      </w:r>
      <w:proofErr w:type="gramEnd"/>
      <w:r>
        <w:t>(x, y)</w:t>
      </w:r>
    </w:p>
    <w:p w14:paraId="598DEB62" w14:textId="77777777" w:rsidR="009E5BE3" w:rsidRDefault="009E5BE3" w:rsidP="009E5BE3">
      <w:r>
        <w:t>And that’s about it.</w:t>
      </w:r>
    </w:p>
    <w:p w14:paraId="14BD9E4B" w14:textId="098CC41B" w:rsidR="00956AF5" w:rsidRDefault="00956AF5" w:rsidP="009E5BE3">
      <w:r>
        <w:t xml:space="preserve">The first two R code paragraphs use the </w:t>
      </w:r>
      <w:proofErr w:type="spellStart"/>
      <w:r w:rsidRPr="00956AF5">
        <w:rPr>
          <w:rStyle w:val="WordStyle"/>
        </w:rPr>
        <w:t>Rcode</w:t>
      </w:r>
      <w:proofErr w:type="spellEnd"/>
      <w:r w:rsidRPr="00956AF5">
        <w:rPr>
          <w:rStyle w:val="WordStyle"/>
        </w:rPr>
        <w:t xml:space="preserve"> (no output)</w:t>
      </w:r>
      <w:r>
        <w:t xml:space="preserve"> style and this suppresses the display of the output.  The third R code segment (</w:t>
      </w:r>
      <w:proofErr w:type="spellStart"/>
      <w:proofErr w:type="gramStart"/>
      <w:r>
        <w:t>cor</w:t>
      </w:r>
      <w:proofErr w:type="spellEnd"/>
      <w:r>
        <w:t>(</w:t>
      </w:r>
      <w:proofErr w:type="gramEnd"/>
      <w:r>
        <w:t xml:space="preserve">x, y)) uses the </w:t>
      </w:r>
      <w:proofErr w:type="spellStart"/>
      <w:r w:rsidRPr="00956AF5">
        <w:rPr>
          <w:rStyle w:val="WordStyle"/>
        </w:rPr>
        <w:t>Rcode</w:t>
      </w:r>
      <w:proofErr w:type="spellEnd"/>
      <w:r>
        <w:t xml:space="preserve"> style and so the result is displayed.   The plot command uses the </w:t>
      </w:r>
      <w:proofErr w:type="spellStart"/>
      <w:r w:rsidRPr="00956AF5">
        <w:rPr>
          <w:rStyle w:val="WordStyle"/>
        </w:rPr>
        <w:t>Rplot</w:t>
      </w:r>
      <w:proofErr w:type="spellEnd"/>
      <w:r>
        <w:t xml:space="preserve"> style.</w:t>
      </w:r>
      <w:bookmarkStart w:id="0" w:name="_GoBack"/>
      <w:bookmarkEnd w:id="0"/>
    </w:p>
    <w:sectPr w:rsidR="00956AF5" w:rsidSect="003F2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merican Typewriter">
    <w:altName w:val="Century"/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altName w:val="Perpetua"/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3AEA7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29C824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FE0C0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9BF44A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F949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8"/>
    <w:multiLevelType w:val="singleLevel"/>
    <w:tmpl w:val="5BD42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E3"/>
    <w:rsid w:val="00020D53"/>
    <w:rsid w:val="000B416B"/>
    <w:rsid w:val="002F71AB"/>
    <w:rsid w:val="003F27C7"/>
    <w:rsid w:val="004023DA"/>
    <w:rsid w:val="00546106"/>
    <w:rsid w:val="00592EA3"/>
    <w:rsid w:val="00597BBD"/>
    <w:rsid w:val="0068787F"/>
    <w:rsid w:val="008267B6"/>
    <w:rsid w:val="00956AF5"/>
    <w:rsid w:val="009E5BE3"/>
    <w:rsid w:val="00AF4229"/>
    <w:rsid w:val="00C530DB"/>
    <w:rsid w:val="00CE6290"/>
    <w:rsid w:val="00D85F2F"/>
    <w:rsid w:val="00E349CF"/>
    <w:rsid w:val="00FD68CC"/>
    <w:rsid w:val="00FD7CDB"/>
    <w:rsid w:val="00FE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C5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ptions">
    <w:name w:val="R options"/>
    <w:basedOn w:val="HTMLPreformatted"/>
    <w:qFormat/>
    <w:rsid w:val="0054610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610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6106"/>
    <w:rPr>
      <w:rFonts w:ascii="Consolas" w:hAnsi="Consolas"/>
      <w:sz w:val="20"/>
      <w:szCs w:val="20"/>
    </w:rPr>
  </w:style>
  <w:style w:type="paragraph" w:customStyle="1" w:styleId="Routput">
    <w:name w:val="Routput"/>
    <w:basedOn w:val="HTMLPreformatted"/>
    <w:qFormat/>
    <w:rsid w:val="005461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sz w:val="22"/>
    </w:rPr>
  </w:style>
  <w:style w:type="paragraph" w:customStyle="1" w:styleId="Routputnoborder">
    <w:name w:val="R output (no border)"/>
    <w:basedOn w:val="Routput"/>
    <w:autoRedefine/>
    <w:qFormat/>
    <w:rsid w:val="005461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table" w:customStyle="1" w:styleId="Routputtable">
    <w:name w:val="R output table"/>
    <w:qFormat/>
    <w:rsid w:val="0054610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46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lotoutput">
    <w:name w:val="R plot output"/>
    <w:basedOn w:val="Routputnoborder"/>
    <w:autoRedefine/>
    <w:qFormat/>
    <w:rsid w:val="00546106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720"/>
      <w:jc w:val="center"/>
    </w:pPr>
  </w:style>
  <w:style w:type="paragraph" w:customStyle="1" w:styleId="Rcode">
    <w:name w:val="Rcode"/>
    <w:basedOn w:val="Normal"/>
    <w:qFormat/>
    <w:rsid w:val="00546106"/>
    <w:pPr>
      <w:spacing w:before="120" w:after="120" w:line="360" w:lineRule="auto"/>
      <w:ind w:left="288"/>
    </w:pPr>
    <w:rPr>
      <w:rFonts w:ascii="American Typewriter" w:hAnsi="American Typewriter"/>
      <w:color w:val="008000"/>
      <w:sz w:val="24"/>
      <w:szCs w:val="24"/>
    </w:rPr>
  </w:style>
  <w:style w:type="character" w:customStyle="1" w:styleId="Rexpr">
    <w:name w:val="Rexpr"/>
    <w:basedOn w:val="DefaultParagraphFont"/>
    <w:rsid w:val="0054610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546106"/>
    <w:rPr>
      <w:rFonts w:ascii="Baskerville" w:hAnsi="Baskerville"/>
      <w:color w:val="3366FF"/>
    </w:rPr>
  </w:style>
  <w:style w:type="paragraph" w:customStyle="1" w:styleId="Rplot">
    <w:name w:val="Rplot"/>
    <w:basedOn w:val="Rcode"/>
    <w:qFormat/>
    <w:rsid w:val="00546106"/>
    <w:rPr>
      <w:i/>
      <w:color w:val="404040" w:themeColor="text1" w:themeTint="BF"/>
    </w:rPr>
  </w:style>
  <w:style w:type="paragraph" w:customStyle="1" w:styleId="RSessionInfo">
    <w:name w:val="R Session Info"/>
    <w:basedOn w:val="Routput"/>
    <w:next w:val="Normal"/>
    <w:qFormat/>
    <w:rsid w:val="00FD68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 w:val="16"/>
    </w:rPr>
  </w:style>
  <w:style w:type="paragraph" w:customStyle="1" w:styleId="Rcodenooutput">
    <w:name w:val="Rcode (no output)"/>
    <w:basedOn w:val="Rcode"/>
    <w:next w:val="Normal"/>
    <w:qFormat/>
    <w:rsid w:val="002F71AB"/>
  </w:style>
  <w:style w:type="character" w:customStyle="1" w:styleId="WordStyle">
    <w:name w:val="Word Style"/>
    <w:basedOn w:val="DefaultParagraphFont"/>
    <w:uiPriority w:val="1"/>
    <w:qFormat/>
    <w:rsid w:val="00956AF5"/>
    <w:rPr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ptions">
    <w:name w:val="R options"/>
    <w:basedOn w:val="HTMLPreformatted"/>
    <w:qFormat/>
    <w:rsid w:val="0054610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610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6106"/>
    <w:rPr>
      <w:rFonts w:ascii="Consolas" w:hAnsi="Consolas"/>
      <w:sz w:val="20"/>
      <w:szCs w:val="20"/>
    </w:rPr>
  </w:style>
  <w:style w:type="paragraph" w:customStyle="1" w:styleId="Routput">
    <w:name w:val="Routput"/>
    <w:basedOn w:val="HTMLPreformatted"/>
    <w:qFormat/>
    <w:rsid w:val="005461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sz w:val="22"/>
    </w:rPr>
  </w:style>
  <w:style w:type="paragraph" w:customStyle="1" w:styleId="Routputnoborder">
    <w:name w:val="R output (no border)"/>
    <w:basedOn w:val="Routput"/>
    <w:autoRedefine/>
    <w:qFormat/>
    <w:rsid w:val="005461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table" w:customStyle="1" w:styleId="Routputtable">
    <w:name w:val="R output table"/>
    <w:qFormat/>
    <w:rsid w:val="0054610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46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lotoutput">
    <w:name w:val="R plot output"/>
    <w:basedOn w:val="Routputnoborder"/>
    <w:autoRedefine/>
    <w:qFormat/>
    <w:rsid w:val="00546106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720"/>
      <w:jc w:val="center"/>
    </w:pPr>
  </w:style>
  <w:style w:type="paragraph" w:customStyle="1" w:styleId="Rcode">
    <w:name w:val="Rcode"/>
    <w:basedOn w:val="Normal"/>
    <w:qFormat/>
    <w:rsid w:val="00546106"/>
    <w:pPr>
      <w:spacing w:before="120" w:after="120" w:line="360" w:lineRule="auto"/>
      <w:ind w:left="288"/>
    </w:pPr>
    <w:rPr>
      <w:rFonts w:ascii="American Typewriter" w:hAnsi="American Typewriter"/>
      <w:color w:val="008000"/>
      <w:sz w:val="24"/>
      <w:szCs w:val="24"/>
    </w:rPr>
  </w:style>
  <w:style w:type="character" w:customStyle="1" w:styleId="Rexpr">
    <w:name w:val="Rexpr"/>
    <w:basedOn w:val="DefaultParagraphFont"/>
    <w:rsid w:val="0054610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546106"/>
    <w:rPr>
      <w:rFonts w:ascii="Baskerville" w:hAnsi="Baskerville"/>
      <w:color w:val="3366FF"/>
    </w:rPr>
  </w:style>
  <w:style w:type="paragraph" w:customStyle="1" w:styleId="Rplot">
    <w:name w:val="Rplot"/>
    <w:basedOn w:val="Rcode"/>
    <w:qFormat/>
    <w:rsid w:val="00546106"/>
    <w:rPr>
      <w:i/>
      <w:color w:val="404040" w:themeColor="text1" w:themeTint="BF"/>
    </w:rPr>
  </w:style>
  <w:style w:type="paragraph" w:customStyle="1" w:styleId="RSessionInfo">
    <w:name w:val="R Session Info"/>
    <w:basedOn w:val="Routput"/>
    <w:next w:val="Normal"/>
    <w:qFormat/>
    <w:rsid w:val="00FD68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 w:val="16"/>
    </w:rPr>
  </w:style>
  <w:style w:type="paragraph" w:customStyle="1" w:styleId="Rcodenooutput">
    <w:name w:val="Rcode (no output)"/>
    <w:basedOn w:val="Rcode"/>
    <w:next w:val="Normal"/>
    <w:qFormat/>
    <w:rsid w:val="002F71AB"/>
  </w:style>
  <w:style w:type="character" w:customStyle="1" w:styleId="WordStyle">
    <w:name w:val="Word Style"/>
    <w:basedOn w:val="DefaultParagraphFont"/>
    <w:uiPriority w:val="1"/>
    <w:qFormat/>
    <w:rsid w:val="00956AF5"/>
    <w:rPr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Untitled:Users:duncan:Books:XMLTechnologies:Rpackages:RWordXML:inst:WordStyles:RStyle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RStyles.dotm</Template>
  <TotalTime>19</TotalTime>
  <Pages>1</Pages>
  <Words>101</Words>
  <Characters>579</Characters>
  <Application>Microsoft Macintosh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dc:description/>
  <cp:lastModifiedBy>Duncan Temple Lang</cp:lastModifiedBy>
  <cp:revision>4</cp:revision>
  <dcterms:created xsi:type="dcterms:W3CDTF">2011-11-12T20:43:00Z</dcterms:created>
  <dcterms:modified xsi:type="dcterms:W3CDTF">2011-11-12T21:14:00Z</dcterms:modified>
</cp:coreProperties>
</file>