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68" w:rsidRDefault="00277668">
      <w:r>
        <w:t>This is another R document. We’ll use key-bindings to set styles easily.</w:t>
      </w:r>
    </w:p>
    <w:p w:rsidR="00277668" w:rsidRDefault="00277668">
      <w:r>
        <w:t>This is R code</w:t>
      </w:r>
    </w:p>
    <w:p w:rsidR="00277668" w:rsidRDefault="00277668" w:rsidP="00277668">
      <w:pPr>
        <w:pStyle w:val="Rcode"/>
      </w:pPr>
      <w:proofErr w:type="gramStart"/>
      <w:r>
        <w:t>x</w:t>
      </w:r>
      <w:proofErr w:type="gramEnd"/>
      <w:r>
        <w:t xml:space="preserve"> = 1:10</w:t>
      </w:r>
      <w:r>
        <w:br/>
        <w:t xml:space="preserve">y = 3 * x + </w:t>
      </w:r>
      <w:proofErr w:type="spellStart"/>
      <w:r>
        <w:t>rnorm</w:t>
      </w:r>
      <w:proofErr w:type="spellEnd"/>
      <w:r>
        <w:t>(length(x))</w:t>
      </w:r>
    </w:p>
    <w:p w:rsidR="00277668" w:rsidRDefault="005B7926">
      <w:r>
        <w:t>Then we plot them</w:t>
      </w:r>
    </w:p>
    <w:p w:rsidR="005B7926" w:rsidRDefault="005B7926" w:rsidP="005B7926">
      <w:pPr>
        <w:pStyle w:val="Rplot"/>
      </w:pPr>
      <w:proofErr w:type="gramStart"/>
      <w:r>
        <w:t>plot</w:t>
      </w:r>
      <w:proofErr w:type="gramEnd"/>
      <w:r>
        <w:t>(x, y)</w:t>
      </w:r>
    </w:p>
    <w:p w:rsidR="005B7926" w:rsidRDefault="000E7B4D" w:rsidP="005B7926">
      <w:r>
        <w:t>Now for another piece of R code</w:t>
      </w:r>
    </w:p>
    <w:p w:rsidR="000E7B4D" w:rsidRDefault="000E7B4D" w:rsidP="000E7B4D">
      <w:pPr>
        <w:pStyle w:val="Rcode"/>
      </w:pPr>
      <w:proofErr w:type="gramStart"/>
      <w:r>
        <w:t>table</w:t>
      </w:r>
      <w:proofErr w:type="gramEnd"/>
      <w:r>
        <w:t>(cut(x, 3))</w:t>
      </w:r>
    </w:p>
    <w:p w:rsidR="000E7B4D" w:rsidRDefault="000E7B4D" w:rsidP="000E7B4D">
      <w:r>
        <w:t xml:space="preserve">And now we are back to </w:t>
      </w:r>
      <w:r w:rsidR="00150FF6">
        <w:t>a Normal paragraph style.</w:t>
      </w:r>
    </w:p>
    <w:p w:rsidR="00150FF6" w:rsidRDefault="00150FF6" w:rsidP="000E7B4D">
      <w:r>
        <w:t xml:space="preserve">Turning off the </w:t>
      </w:r>
      <w:proofErr w:type="spellStart"/>
      <w:r>
        <w:t>AutoCorrection</w:t>
      </w:r>
      <w:proofErr w:type="spellEnd"/>
      <w:r>
        <w:t xml:space="preserve"> facility that capitalizes the first letter in a sentence is a good idea as otherwise Word tries to “correct” R code.</w:t>
      </w:r>
    </w:p>
    <w:p w:rsidR="00150FF6" w:rsidRPr="000E7B4D" w:rsidRDefault="00150FF6" w:rsidP="00150FF6">
      <w:pPr>
        <w:pStyle w:val="Rplot"/>
      </w:pPr>
      <w:proofErr w:type="gramStart"/>
      <w:r>
        <w:t>plot</w:t>
      </w:r>
      <w:proofErr w:type="gramEnd"/>
      <w:r>
        <w:t>(</w:t>
      </w:r>
      <w:bookmarkStart w:id="0" w:name="_GoBack"/>
      <w:bookmarkEnd w:id="0"/>
      <w:r>
        <w:t>x, y)</w:t>
      </w:r>
    </w:p>
    <w:sectPr w:rsidR="00150FF6" w:rsidRPr="000E7B4D" w:rsidSect="003F2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merican Typewriter">
    <w:altName w:val="Century"/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altName w:val="Perpetua"/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68"/>
    <w:rsid w:val="00020D53"/>
    <w:rsid w:val="000B416B"/>
    <w:rsid w:val="000E7B4D"/>
    <w:rsid w:val="00150FF6"/>
    <w:rsid w:val="00277668"/>
    <w:rsid w:val="003F27C7"/>
    <w:rsid w:val="004023DA"/>
    <w:rsid w:val="00546106"/>
    <w:rsid w:val="00592EA3"/>
    <w:rsid w:val="005B7926"/>
    <w:rsid w:val="0068787F"/>
    <w:rsid w:val="008267B6"/>
    <w:rsid w:val="00AF4229"/>
    <w:rsid w:val="00CE6290"/>
    <w:rsid w:val="00D85F2F"/>
    <w:rsid w:val="00E349CF"/>
    <w:rsid w:val="00FD68CC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ptions">
    <w:name w:val="R options"/>
    <w:basedOn w:val="HTMLPreformatted"/>
    <w:qFormat/>
    <w:rsid w:val="0054610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10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106"/>
    <w:rPr>
      <w:rFonts w:ascii="Consolas" w:hAnsi="Consolas"/>
      <w:sz w:val="20"/>
      <w:szCs w:val="20"/>
    </w:rPr>
  </w:style>
  <w:style w:type="paragraph" w:customStyle="1" w:styleId="Routput">
    <w:name w:val="Routput"/>
    <w:basedOn w:val="HTMLPreformatted"/>
    <w:qFormat/>
    <w:rsid w:val="00546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sz w:val="22"/>
    </w:rPr>
  </w:style>
  <w:style w:type="paragraph" w:customStyle="1" w:styleId="Routputnoborder">
    <w:name w:val="R output (no border)"/>
    <w:basedOn w:val="Routput"/>
    <w:autoRedefine/>
    <w:qFormat/>
    <w:rsid w:val="00546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table" w:customStyle="1" w:styleId="Routputtable">
    <w:name w:val="R output table"/>
    <w:qFormat/>
    <w:rsid w:val="0054610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46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lotoutput">
    <w:name w:val="R plot output"/>
    <w:basedOn w:val="Routputnoborder"/>
    <w:autoRedefine/>
    <w:qFormat/>
    <w:rsid w:val="00546106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center"/>
    </w:pPr>
  </w:style>
  <w:style w:type="paragraph" w:customStyle="1" w:styleId="Rcode">
    <w:name w:val="Rcode"/>
    <w:basedOn w:val="Normal"/>
    <w:next w:val="Normal"/>
    <w:qFormat/>
    <w:rsid w:val="00546106"/>
    <w:pPr>
      <w:spacing w:before="120" w:after="120" w:line="360" w:lineRule="auto"/>
      <w:ind w:left="288"/>
    </w:pPr>
    <w:rPr>
      <w:rFonts w:ascii="American Typewriter" w:hAnsi="American Typewriter"/>
      <w:color w:val="008000"/>
      <w:sz w:val="24"/>
      <w:szCs w:val="24"/>
    </w:rPr>
  </w:style>
  <w:style w:type="character" w:customStyle="1" w:styleId="Rexpr">
    <w:name w:val="Rexpr"/>
    <w:basedOn w:val="DefaultParagraphFont"/>
    <w:rsid w:val="0054610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546106"/>
    <w:rPr>
      <w:rFonts w:ascii="Baskerville" w:hAnsi="Baskerville"/>
      <w:color w:val="3366FF"/>
    </w:rPr>
  </w:style>
  <w:style w:type="paragraph" w:customStyle="1" w:styleId="Rplot">
    <w:name w:val="Rplot"/>
    <w:basedOn w:val="Rcode"/>
    <w:next w:val="Normal"/>
    <w:qFormat/>
    <w:rsid w:val="00546106"/>
    <w:rPr>
      <w:i/>
      <w:color w:val="404040" w:themeColor="text1" w:themeTint="BF"/>
    </w:rPr>
  </w:style>
  <w:style w:type="paragraph" w:customStyle="1" w:styleId="RSessionInfo">
    <w:name w:val="R Session Info"/>
    <w:basedOn w:val="Routput"/>
    <w:next w:val="Normal"/>
    <w:qFormat/>
    <w:rsid w:val="00FD68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92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92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ptions">
    <w:name w:val="R options"/>
    <w:basedOn w:val="HTMLPreformatted"/>
    <w:qFormat/>
    <w:rsid w:val="0054610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10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106"/>
    <w:rPr>
      <w:rFonts w:ascii="Consolas" w:hAnsi="Consolas"/>
      <w:sz w:val="20"/>
      <w:szCs w:val="20"/>
    </w:rPr>
  </w:style>
  <w:style w:type="paragraph" w:customStyle="1" w:styleId="Routput">
    <w:name w:val="Routput"/>
    <w:basedOn w:val="HTMLPreformatted"/>
    <w:qFormat/>
    <w:rsid w:val="00546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sz w:val="22"/>
    </w:rPr>
  </w:style>
  <w:style w:type="paragraph" w:customStyle="1" w:styleId="Routputnoborder">
    <w:name w:val="R output (no border)"/>
    <w:basedOn w:val="Routput"/>
    <w:autoRedefine/>
    <w:qFormat/>
    <w:rsid w:val="00546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table" w:customStyle="1" w:styleId="Routputtable">
    <w:name w:val="R output table"/>
    <w:qFormat/>
    <w:rsid w:val="0054610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46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lotoutput">
    <w:name w:val="R plot output"/>
    <w:basedOn w:val="Routputnoborder"/>
    <w:autoRedefine/>
    <w:qFormat/>
    <w:rsid w:val="00546106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center"/>
    </w:pPr>
  </w:style>
  <w:style w:type="paragraph" w:customStyle="1" w:styleId="Rcode">
    <w:name w:val="Rcode"/>
    <w:basedOn w:val="Normal"/>
    <w:next w:val="Normal"/>
    <w:qFormat/>
    <w:rsid w:val="00546106"/>
    <w:pPr>
      <w:spacing w:before="120" w:after="120" w:line="360" w:lineRule="auto"/>
      <w:ind w:left="288"/>
    </w:pPr>
    <w:rPr>
      <w:rFonts w:ascii="American Typewriter" w:hAnsi="American Typewriter"/>
      <w:color w:val="008000"/>
      <w:sz w:val="24"/>
      <w:szCs w:val="24"/>
    </w:rPr>
  </w:style>
  <w:style w:type="character" w:customStyle="1" w:styleId="Rexpr">
    <w:name w:val="Rexpr"/>
    <w:basedOn w:val="DefaultParagraphFont"/>
    <w:rsid w:val="0054610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546106"/>
    <w:rPr>
      <w:rFonts w:ascii="Baskerville" w:hAnsi="Baskerville"/>
      <w:color w:val="3366FF"/>
    </w:rPr>
  </w:style>
  <w:style w:type="paragraph" w:customStyle="1" w:styleId="Rplot">
    <w:name w:val="Rplot"/>
    <w:basedOn w:val="Rcode"/>
    <w:next w:val="Normal"/>
    <w:qFormat/>
    <w:rsid w:val="00546106"/>
    <w:rPr>
      <w:i/>
      <w:color w:val="404040" w:themeColor="text1" w:themeTint="BF"/>
    </w:rPr>
  </w:style>
  <w:style w:type="paragraph" w:customStyle="1" w:styleId="RSessionInfo">
    <w:name w:val="R Session Info"/>
    <w:basedOn w:val="Routput"/>
    <w:next w:val="Normal"/>
    <w:qFormat/>
    <w:rsid w:val="00FD68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92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92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ntitled:Users:duncan:Books:XMLTechnologies:Rpackages:RWordXML:inst:WordStyles:RStyle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RStyles.dotm</Template>
  <TotalTime>29</TotalTime>
  <Pages>1</Pages>
  <Words>61</Words>
  <Characters>351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dc:description/>
  <cp:lastModifiedBy>Duncan Temple Lang</cp:lastModifiedBy>
  <cp:revision>1</cp:revision>
  <dcterms:created xsi:type="dcterms:W3CDTF">2011-11-11T15:43:00Z</dcterms:created>
  <dcterms:modified xsi:type="dcterms:W3CDTF">2011-11-11T22:37:00Z</dcterms:modified>
</cp:coreProperties>
</file>